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932" w:rsidRPr="007E5DBF" w:rsidRDefault="00D94932" w:rsidP="00DE1C89">
      <w:pPr>
        <w:pStyle w:val="BodyText"/>
        <w:spacing w:before="73" w:line="245" w:lineRule="auto"/>
        <w:ind w:left="101" w:firstLine="0"/>
        <w:jc w:val="center"/>
        <w:rPr>
          <w:b/>
        </w:rPr>
      </w:pPr>
      <w:r w:rsidRPr="007E5DBF">
        <w:rPr>
          <w:b/>
          <w:w w:val="105"/>
        </w:rPr>
        <w:t>SKAIDROJOŠS APRAKSTS DOP DAĻAI</w:t>
      </w:r>
    </w:p>
    <w:p w:rsidR="00D94932" w:rsidRDefault="00D94932" w:rsidP="00DE1C89">
      <w:pPr>
        <w:pStyle w:val="BodyText"/>
        <w:spacing w:line="245" w:lineRule="auto"/>
        <w:ind w:left="0" w:firstLine="0"/>
        <w:rPr>
          <w:sz w:val="26"/>
        </w:rPr>
      </w:pPr>
    </w:p>
    <w:p w:rsidR="00D94932" w:rsidRPr="00BE0FAF" w:rsidRDefault="00D94932" w:rsidP="00DE1C89">
      <w:pPr>
        <w:pStyle w:val="ListParagraph"/>
        <w:numPr>
          <w:ilvl w:val="0"/>
          <w:numId w:val="7"/>
        </w:numPr>
        <w:tabs>
          <w:tab w:val="left" w:pos="625"/>
        </w:tabs>
        <w:spacing w:line="245" w:lineRule="auto"/>
        <w:rPr>
          <w:sz w:val="24"/>
          <w:szCs w:val="24"/>
          <w:u w:val="single"/>
        </w:rPr>
      </w:pPr>
      <w:r w:rsidRPr="00BE0FAF">
        <w:rPr>
          <w:w w:val="110"/>
          <w:sz w:val="24"/>
          <w:szCs w:val="24"/>
          <w:u w:val="single"/>
        </w:rPr>
        <w:t>Vispārīgā</w:t>
      </w:r>
      <w:r w:rsidRPr="00BE0FAF">
        <w:rPr>
          <w:spacing w:val="-5"/>
          <w:w w:val="110"/>
          <w:sz w:val="24"/>
          <w:szCs w:val="24"/>
          <w:u w:val="single"/>
        </w:rPr>
        <w:t xml:space="preserve"> </w:t>
      </w:r>
      <w:r w:rsidRPr="00BE0FAF">
        <w:rPr>
          <w:w w:val="110"/>
          <w:sz w:val="24"/>
          <w:szCs w:val="24"/>
          <w:u w:val="single"/>
        </w:rPr>
        <w:t>daļa</w:t>
      </w:r>
    </w:p>
    <w:p w:rsidR="00D94932" w:rsidRDefault="00D94932" w:rsidP="00DE1C89">
      <w:pPr>
        <w:pStyle w:val="BodyText"/>
        <w:spacing w:before="5" w:line="245" w:lineRule="auto"/>
        <w:ind w:left="0" w:firstLine="0"/>
        <w:rPr>
          <w:sz w:val="22"/>
        </w:rPr>
      </w:pPr>
    </w:p>
    <w:p w:rsidR="00D94932" w:rsidRDefault="00D94932" w:rsidP="00DE1C89">
      <w:pPr>
        <w:pStyle w:val="BodyText"/>
        <w:spacing w:line="245" w:lineRule="auto"/>
        <w:ind w:left="101" w:right="244" w:firstLine="420"/>
      </w:pPr>
      <w:r>
        <w:t>Darbu organizācijas projekts (DOP) ēkas fasādes apliecinājuma kartes sastāvā, daudzdzīvokļu dzīvojamai mājai (Nometņu iela 1</w:t>
      </w:r>
      <w:bookmarkStart w:id="0" w:name="_GoBack"/>
      <w:bookmarkEnd w:id="0"/>
      <w:r>
        <w:t>9, Daugavpilī) ietver: galvenos veicamos būvdarbus, to veikšanas ieteicamo secību, iespējamos optimālākos paņēmienus, kā arī būtiskākos darba aizsardzības norādījumus.</w:t>
      </w:r>
    </w:p>
    <w:p w:rsidR="00D94932" w:rsidRDefault="00D94932" w:rsidP="00DE1C89">
      <w:pPr>
        <w:pStyle w:val="BodyText"/>
        <w:spacing w:before="1" w:line="245" w:lineRule="auto"/>
        <w:ind w:left="101" w:firstLine="480"/>
      </w:pPr>
      <w:r>
        <w:t>Konkrētus darbu veikšanas risinājumus pieņem būvuzņēmējs, izstrādājot darba veikšanas projektu.</w:t>
      </w:r>
    </w:p>
    <w:p w:rsidR="00D94932" w:rsidRDefault="00D94932" w:rsidP="00DE1C89">
      <w:pPr>
        <w:pStyle w:val="BodyText"/>
        <w:spacing w:line="245" w:lineRule="auto"/>
        <w:ind w:left="101" w:right="244" w:firstLine="480"/>
      </w:pPr>
      <w:r>
        <w:t>Galvenais būvuzņēmējs un darbuzņēmēji drīkst uzsākt būvdarbus objektā tikai pēc tam, kad tie ir izstrādājuši un saskaņojuši darbu veikšanas projektu (DVP), saskaņā ar kuriem būvdarbu gaitā jānodrošina visu konstrukciju izturību, vispārējo un vietējo noturību visā būvniecības laikā, kā arī drošības tehnikas ievērošanu.</w:t>
      </w:r>
    </w:p>
    <w:p w:rsidR="00D94932" w:rsidRDefault="00D94932" w:rsidP="00DE1C89">
      <w:pPr>
        <w:pStyle w:val="BodyText"/>
        <w:spacing w:line="245" w:lineRule="auto"/>
        <w:ind w:left="0" w:firstLine="0"/>
        <w:rPr>
          <w:sz w:val="26"/>
        </w:rPr>
      </w:pPr>
    </w:p>
    <w:p w:rsidR="00D94932" w:rsidRPr="000C7752" w:rsidRDefault="00D94932" w:rsidP="00DE1C89">
      <w:pPr>
        <w:pStyle w:val="ListParagraph"/>
        <w:numPr>
          <w:ilvl w:val="1"/>
          <w:numId w:val="6"/>
        </w:numPr>
        <w:tabs>
          <w:tab w:val="left" w:pos="462"/>
        </w:tabs>
        <w:spacing w:before="153" w:line="245" w:lineRule="auto"/>
        <w:ind w:hanging="360"/>
        <w:rPr>
          <w:sz w:val="24"/>
          <w:u w:val="single"/>
          <w:lang w:val="pl-PL"/>
        </w:rPr>
      </w:pPr>
      <w:r w:rsidRPr="000C7752">
        <w:rPr>
          <w:w w:val="110"/>
          <w:sz w:val="24"/>
          <w:u w:val="single"/>
          <w:lang w:val="pl-PL"/>
        </w:rPr>
        <w:t>Izmantojamo noteikumu un dokumentu</w:t>
      </w:r>
      <w:r w:rsidRPr="000C7752">
        <w:rPr>
          <w:spacing w:val="-24"/>
          <w:w w:val="110"/>
          <w:sz w:val="24"/>
          <w:u w:val="single"/>
          <w:lang w:val="pl-PL"/>
        </w:rPr>
        <w:t xml:space="preserve"> </w:t>
      </w:r>
      <w:r w:rsidRPr="000C7752">
        <w:rPr>
          <w:w w:val="110"/>
          <w:sz w:val="24"/>
          <w:u w:val="single"/>
          <w:lang w:val="pl-PL"/>
        </w:rPr>
        <w:t>saraksts:</w:t>
      </w:r>
    </w:p>
    <w:p w:rsidR="00D94932" w:rsidRPr="000C7752" w:rsidRDefault="00D94932" w:rsidP="00DE1C89">
      <w:pPr>
        <w:pStyle w:val="BodyText"/>
        <w:spacing w:before="45" w:line="245" w:lineRule="auto"/>
        <w:ind w:left="101" w:firstLine="360"/>
        <w:rPr>
          <w:lang w:val="pl-PL"/>
        </w:rPr>
      </w:pPr>
      <w:r w:rsidRPr="000C7752">
        <w:rPr>
          <w:lang w:val="pl-PL"/>
        </w:rPr>
        <w:t>DOP ēkas fasādes apliecinājuma kartes sadaļa izstrādāta saskaņā ar Latvijā spēkā esošiem normatīvajiem dokumentiem un būvnormatīviem un tehniskiem noteikumiem:</w:t>
      </w:r>
    </w:p>
    <w:p w:rsidR="00D94932" w:rsidRPr="007E5DBF" w:rsidRDefault="00D94932" w:rsidP="00DE1C89">
      <w:pPr>
        <w:pStyle w:val="ListParagraph"/>
        <w:numPr>
          <w:ilvl w:val="0"/>
          <w:numId w:val="8"/>
        </w:numPr>
        <w:tabs>
          <w:tab w:val="left" w:pos="822"/>
        </w:tabs>
        <w:spacing w:line="245" w:lineRule="auto"/>
        <w:rPr>
          <w:sz w:val="24"/>
        </w:rPr>
      </w:pPr>
      <w:r w:rsidRPr="007E5DBF">
        <w:rPr>
          <w:sz w:val="24"/>
        </w:rPr>
        <w:t>LR "Būvniecības</w:t>
      </w:r>
      <w:r w:rsidRPr="007E5DBF">
        <w:rPr>
          <w:spacing w:val="-2"/>
          <w:sz w:val="24"/>
        </w:rPr>
        <w:t xml:space="preserve"> </w:t>
      </w:r>
      <w:r w:rsidRPr="007E5DBF">
        <w:rPr>
          <w:sz w:val="24"/>
        </w:rPr>
        <w:t>likums";</w:t>
      </w:r>
    </w:p>
    <w:p w:rsidR="00D94932" w:rsidRPr="007E5DBF" w:rsidRDefault="00D94932" w:rsidP="00DE1C89">
      <w:pPr>
        <w:pStyle w:val="ListParagraph"/>
        <w:numPr>
          <w:ilvl w:val="0"/>
          <w:numId w:val="8"/>
        </w:numPr>
        <w:tabs>
          <w:tab w:val="left" w:pos="822"/>
        </w:tabs>
        <w:spacing w:before="46" w:line="245" w:lineRule="auto"/>
        <w:rPr>
          <w:sz w:val="24"/>
        </w:rPr>
      </w:pPr>
      <w:r w:rsidRPr="007E5DBF">
        <w:rPr>
          <w:sz w:val="24"/>
        </w:rPr>
        <w:t>MK 500 "Vispārīgie</w:t>
      </w:r>
      <w:r w:rsidRPr="007E5DBF">
        <w:rPr>
          <w:spacing w:val="-4"/>
          <w:sz w:val="24"/>
        </w:rPr>
        <w:t xml:space="preserve"> </w:t>
      </w:r>
      <w:r w:rsidRPr="007E5DBF">
        <w:rPr>
          <w:sz w:val="24"/>
        </w:rPr>
        <w:t>būvnoteikumi";</w:t>
      </w:r>
    </w:p>
    <w:p w:rsidR="00D94932" w:rsidRPr="007E5DBF" w:rsidRDefault="00D94932" w:rsidP="00DE1C89">
      <w:pPr>
        <w:pStyle w:val="ListParagraph"/>
        <w:numPr>
          <w:ilvl w:val="0"/>
          <w:numId w:val="8"/>
        </w:numPr>
        <w:tabs>
          <w:tab w:val="left" w:pos="822"/>
        </w:tabs>
        <w:spacing w:before="43" w:line="245" w:lineRule="auto"/>
        <w:rPr>
          <w:sz w:val="24"/>
        </w:rPr>
      </w:pPr>
      <w:r w:rsidRPr="007E5DBF">
        <w:rPr>
          <w:sz w:val="24"/>
        </w:rPr>
        <w:t>MK 529 „Ēku</w:t>
      </w:r>
      <w:r w:rsidRPr="007E5DBF">
        <w:rPr>
          <w:spacing w:val="-1"/>
          <w:sz w:val="24"/>
        </w:rPr>
        <w:t xml:space="preserve"> </w:t>
      </w:r>
      <w:r w:rsidRPr="007E5DBF">
        <w:rPr>
          <w:sz w:val="24"/>
        </w:rPr>
        <w:t>būvnoteikumi”;</w:t>
      </w:r>
    </w:p>
    <w:p w:rsidR="00D94932" w:rsidRPr="007E5DBF" w:rsidRDefault="00D94932" w:rsidP="00DE1C89">
      <w:pPr>
        <w:pStyle w:val="ListParagraph"/>
        <w:numPr>
          <w:ilvl w:val="0"/>
          <w:numId w:val="8"/>
        </w:numPr>
        <w:tabs>
          <w:tab w:val="left" w:pos="822"/>
        </w:tabs>
        <w:spacing w:before="44" w:line="245" w:lineRule="auto"/>
        <w:rPr>
          <w:sz w:val="24"/>
        </w:rPr>
      </w:pPr>
      <w:r w:rsidRPr="007E5DBF">
        <w:rPr>
          <w:sz w:val="24"/>
        </w:rPr>
        <w:t xml:space="preserve">LBN </w:t>
      </w:r>
      <w:r w:rsidRPr="00DB5072">
        <w:rPr>
          <w:sz w:val="24"/>
        </w:rPr>
        <w:t xml:space="preserve">202-18 </w:t>
      </w:r>
      <w:r w:rsidRPr="007E5DBF">
        <w:rPr>
          <w:sz w:val="24"/>
        </w:rPr>
        <w:t>„Būvprojekta saturs un</w:t>
      </w:r>
      <w:r w:rsidRPr="007E5DBF">
        <w:rPr>
          <w:spacing w:val="-1"/>
          <w:sz w:val="24"/>
        </w:rPr>
        <w:t xml:space="preserve"> </w:t>
      </w:r>
      <w:r w:rsidRPr="007E5DBF">
        <w:rPr>
          <w:sz w:val="24"/>
        </w:rPr>
        <w:t>noformēšana”;</w:t>
      </w:r>
    </w:p>
    <w:p w:rsidR="00D94932" w:rsidRPr="00DB5072" w:rsidRDefault="00D94932" w:rsidP="00DE1C89">
      <w:pPr>
        <w:pStyle w:val="ListParagraph"/>
        <w:numPr>
          <w:ilvl w:val="0"/>
          <w:numId w:val="8"/>
        </w:numPr>
        <w:tabs>
          <w:tab w:val="left" w:pos="822"/>
        </w:tabs>
        <w:spacing w:before="45" w:line="245" w:lineRule="auto"/>
        <w:rPr>
          <w:sz w:val="24"/>
        </w:rPr>
      </w:pPr>
      <w:r w:rsidRPr="007E5DBF">
        <w:rPr>
          <w:sz w:val="24"/>
        </w:rPr>
        <w:t xml:space="preserve">MK </w:t>
      </w:r>
      <w:r w:rsidRPr="00DB5072">
        <w:rPr>
          <w:sz w:val="24"/>
        </w:rPr>
        <w:t>326 „Noteikumi par būvju klasifikāciju”</w:t>
      </w:r>
      <w:r w:rsidRPr="00DB5072">
        <w:rPr>
          <w:spacing w:val="-3"/>
          <w:sz w:val="24"/>
        </w:rPr>
        <w:t xml:space="preserve"> </w:t>
      </w:r>
      <w:r w:rsidRPr="00DB5072">
        <w:rPr>
          <w:sz w:val="24"/>
        </w:rPr>
        <w:t>;</w:t>
      </w:r>
    </w:p>
    <w:p w:rsidR="00D94932" w:rsidRPr="007E5DBF" w:rsidRDefault="00D94932" w:rsidP="00DE1C89">
      <w:pPr>
        <w:pStyle w:val="ListParagraph"/>
        <w:numPr>
          <w:ilvl w:val="0"/>
          <w:numId w:val="8"/>
        </w:numPr>
        <w:tabs>
          <w:tab w:val="left" w:pos="822"/>
        </w:tabs>
        <w:spacing w:before="43" w:line="245" w:lineRule="auto"/>
        <w:rPr>
          <w:sz w:val="24"/>
        </w:rPr>
      </w:pPr>
      <w:r w:rsidRPr="00DB5072">
        <w:rPr>
          <w:sz w:val="24"/>
        </w:rPr>
        <w:t xml:space="preserve">MK 92 </w:t>
      </w:r>
      <w:r w:rsidRPr="007E5DBF">
        <w:rPr>
          <w:sz w:val="24"/>
        </w:rPr>
        <w:t>„Darba aizsardzības prasības, veicot</w:t>
      </w:r>
      <w:r w:rsidRPr="007E5DBF">
        <w:rPr>
          <w:spacing w:val="-2"/>
          <w:sz w:val="24"/>
        </w:rPr>
        <w:t xml:space="preserve"> </w:t>
      </w:r>
      <w:r w:rsidRPr="007E5DBF">
        <w:rPr>
          <w:sz w:val="24"/>
        </w:rPr>
        <w:t>būvdarbus”;</w:t>
      </w:r>
    </w:p>
    <w:p w:rsidR="00D94932" w:rsidRPr="007E5DBF" w:rsidRDefault="00D94932" w:rsidP="00DE1C89">
      <w:pPr>
        <w:pStyle w:val="ListParagraph"/>
        <w:numPr>
          <w:ilvl w:val="0"/>
          <w:numId w:val="8"/>
        </w:numPr>
        <w:tabs>
          <w:tab w:val="left" w:pos="822"/>
        </w:tabs>
        <w:spacing w:before="44" w:line="245" w:lineRule="auto"/>
        <w:rPr>
          <w:sz w:val="24"/>
        </w:rPr>
      </w:pPr>
      <w:r w:rsidRPr="007E5DBF">
        <w:rPr>
          <w:sz w:val="24"/>
        </w:rPr>
        <w:t>Darba aizsardzības</w:t>
      </w:r>
      <w:r w:rsidRPr="007E5DBF">
        <w:rPr>
          <w:spacing w:val="1"/>
          <w:sz w:val="24"/>
        </w:rPr>
        <w:t xml:space="preserve"> </w:t>
      </w:r>
      <w:r w:rsidRPr="007E5DBF">
        <w:rPr>
          <w:sz w:val="24"/>
        </w:rPr>
        <w:t>likums;</w:t>
      </w:r>
    </w:p>
    <w:p w:rsidR="00D94932" w:rsidRPr="007E5DBF" w:rsidRDefault="00D94932" w:rsidP="00DE1C89">
      <w:pPr>
        <w:pStyle w:val="ListParagraph"/>
        <w:numPr>
          <w:ilvl w:val="0"/>
          <w:numId w:val="8"/>
        </w:numPr>
        <w:tabs>
          <w:tab w:val="left" w:pos="822"/>
        </w:tabs>
        <w:spacing w:before="45" w:line="245" w:lineRule="auto"/>
        <w:rPr>
          <w:sz w:val="24"/>
        </w:rPr>
      </w:pPr>
      <w:r w:rsidRPr="007E5DBF">
        <w:rPr>
          <w:sz w:val="24"/>
        </w:rPr>
        <w:t>MK 749 „Apmācības kārtība darba aizsardzības</w:t>
      </w:r>
      <w:r w:rsidRPr="007E5DBF">
        <w:rPr>
          <w:spacing w:val="-3"/>
          <w:sz w:val="24"/>
        </w:rPr>
        <w:t xml:space="preserve"> </w:t>
      </w:r>
      <w:r w:rsidRPr="007E5DBF">
        <w:rPr>
          <w:sz w:val="24"/>
        </w:rPr>
        <w:t>jautājumos”;</w:t>
      </w:r>
    </w:p>
    <w:p w:rsidR="00D94932" w:rsidRPr="007E5DBF" w:rsidRDefault="00D94932" w:rsidP="00DE1C89">
      <w:pPr>
        <w:pStyle w:val="ListParagraph"/>
        <w:numPr>
          <w:ilvl w:val="0"/>
          <w:numId w:val="8"/>
        </w:numPr>
        <w:tabs>
          <w:tab w:val="left" w:pos="822"/>
        </w:tabs>
        <w:spacing w:before="43" w:line="245" w:lineRule="auto"/>
        <w:rPr>
          <w:sz w:val="24"/>
        </w:rPr>
      </w:pPr>
      <w:r w:rsidRPr="007E5DBF">
        <w:rPr>
          <w:sz w:val="24"/>
        </w:rPr>
        <w:t>MK 660 „Darba vides iekšējās uzraudzības veikšanas</w:t>
      </w:r>
      <w:r w:rsidRPr="007E5DBF">
        <w:rPr>
          <w:spacing w:val="-7"/>
          <w:sz w:val="24"/>
        </w:rPr>
        <w:t xml:space="preserve"> </w:t>
      </w:r>
      <w:r w:rsidRPr="007E5DBF">
        <w:rPr>
          <w:sz w:val="24"/>
        </w:rPr>
        <w:t>kārtība”;</w:t>
      </w:r>
    </w:p>
    <w:p w:rsidR="00D94932" w:rsidRPr="007E5DBF" w:rsidRDefault="00D94932" w:rsidP="00DE1C89">
      <w:pPr>
        <w:pStyle w:val="ListParagraph"/>
        <w:numPr>
          <w:ilvl w:val="0"/>
          <w:numId w:val="8"/>
        </w:numPr>
        <w:tabs>
          <w:tab w:val="left" w:pos="822"/>
        </w:tabs>
        <w:spacing w:before="44" w:line="245" w:lineRule="auto"/>
        <w:rPr>
          <w:sz w:val="24"/>
        </w:rPr>
      </w:pPr>
      <w:r>
        <w:rPr>
          <w:sz w:val="24"/>
        </w:rPr>
        <w:t>MK 238</w:t>
      </w:r>
      <w:r w:rsidRPr="007E5DBF">
        <w:rPr>
          <w:sz w:val="24"/>
        </w:rPr>
        <w:t xml:space="preserve"> „Ugunsdrošības</w:t>
      </w:r>
      <w:r w:rsidRPr="007E5DBF">
        <w:rPr>
          <w:spacing w:val="-1"/>
          <w:sz w:val="24"/>
        </w:rPr>
        <w:t xml:space="preserve"> </w:t>
      </w:r>
      <w:r w:rsidRPr="007E5DBF">
        <w:rPr>
          <w:sz w:val="24"/>
        </w:rPr>
        <w:t>noteikumi”;</w:t>
      </w:r>
    </w:p>
    <w:p w:rsidR="00D94932" w:rsidRPr="007E5DBF" w:rsidRDefault="00D94932" w:rsidP="00DE1C89">
      <w:pPr>
        <w:pStyle w:val="ListParagraph"/>
        <w:numPr>
          <w:ilvl w:val="0"/>
          <w:numId w:val="8"/>
        </w:numPr>
        <w:tabs>
          <w:tab w:val="left" w:pos="822"/>
        </w:tabs>
        <w:spacing w:before="24" w:line="245" w:lineRule="auto"/>
        <w:rPr>
          <w:sz w:val="24"/>
        </w:rPr>
      </w:pPr>
      <w:r w:rsidRPr="007E5DBF">
        <w:rPr>
          <w:sz w:val="24"/>
        </w:rPr>
        <w:t>MK 143 „Darba aizsardzības prasības, strādājot</w:t>
      </w:r>
      <w:r w:rsidRPr="007E5DBF">
        <w:rPr>
          <w:spacing w:val="-2"/>
          <w:sz w:val="24"/>
        </w:rPr>
        <w:t xml:space="preserve"> </w:t>
      </w:r>
      <w:r w:rsidRPr="007E5DBF">
        <w:rPr>
          <w:sz w:val="24"/>
        </w:rPr>
        <w:t>augstumā”.</w:t>
      </w:r>
    </w:p>
    <w:p w:rsidR="00D94932" w:rsidRDefault="00D94932" w:rsidP="00DE1C89">
      <w:pPr>
        <w:pStyle w:val="BodyText"/>
        <w:spacing w:line="245" w:lineRule="auto"/>
        <w:ind w:left="0" w:firstLine="0"/>
        <w:rPr>
          <w:sz w:val="26"/>
        </w:rPr>
      </w:pPr>
    </w:p>
    <w:p w:rsidR="00D94932" w:rsidRDefault="00D94932" w:rsidP="00DE1C89">
      <w:pPr>
        <w:pStyle w:val="ListParagraph"/>
        <w:numPr>
          <w:ilvl w:val="1"/>
          <w:numId w:val="5"/>
        </w:numPr>
        <w:tabs>
          <w:tab w:val="left" w:pos="463"/>
        </w:tabs>
        <w:spacing w:before="169" w:line="245" w:lineRule="auto"/>
        <w:ind w:right="6122" w:firstLine="0"/>
        <w:rPr>
          <w:sz w:val="24"/>
        </w:rPr>
      </w:pPr>
      <w:r w:rsidRPr="00DE1C89">
        <w:rPr>
          <w:w w:val="110"/>
          <w:sz w:val="24"/>
          <w:u w:val="single"/>
        </w:rPr>
        <w:t>Būvlaukuma sagatavošana.</w:t>
      </w:r>
      <w:r>
        <w:rPr>
          <w:w w:val="110"/>
          <w:sz w:val="24"/>
        </w:rPr>
        <w:t xml:space="preserve"> Darbu</w:t>
      </w:r>
      <w:r>
        <w:rPr>
          <w:spacing w:val="-28"/>
          <w:w w:val="110"/>
          <w:sz w:val="24"/>
        </w:rPr>
        <w:t xml:space="preserve"> </w:t>
      </w:r>
      <w:r>
        <w:rPr>
          <w:w w:val="110"/>
          <w:sz w:val="24"/>
        </w:rPr>
        <w:t>izpildīšanas</w:t>
      </w:r>
      <w:r>
        <w:rPr>
          <w:spacing w:val="-29"/>
          <w:w w:val="110"/>
          <w:sz w:val="24"/>
        </w:rPr>
        <w:t xml:space="preserve"> </w:t>
      </w:r>
      <w:r>
        <w:rPr>
          <w:w w:val="110"/>
          <w:sz w:val="24"/>
        </w:rPr>
        <w:t>laikā</w:t>
      </w:r>
      <w:r>
        <w:rPr>
          <w:spacing w:val="-28"/>
          <w:w w:val="110"/>
          <w:sz w:val="24"/>
        </w:rPr>
        <w:t xml:space="preserve"> </w:t>
      </w:r>
      <w:r>
        <w:rPr>
          <w:w w:val="110"/>
          <w:sz w:val="24"/>
        </w:rPr>
        <w:t>ievērot:</w:t>
      </w:r>
    </w:p>
    <w:p w:rsidR="00D94932" w:rsidRPr="00DE1C89" w:rsidRDefault="00D94932" w:rsidP="00DE1C89">
      <w:pPr>
        <w:pStyle w:val="ListParagraph"/>
        <w:numPr>
          <w:ilvl w:val="0"/>
          <w:numId w:val="9"/>
        </w:numPr>
        <w:tabs>
          <w:tab w:val="left" w:pos="822"/>
        </w:tabs>
        <w:spacing w:line="245" w:lineRule="auto"/>
        <w:rPr>
          <w:sz w:val="24"/>
        </w:rPr>
      </w:pPr>
      <w:r w:rsidRPr="00DE1C89">
        <w:rPr>
          <w:sz w:val="24"/>
        </w:rPr>
        <w:t>LR "Būvniecības</w:t>
      </w:r>
      <w:r w:rsidRPr="00DE1C89">
        <w:rPr>
          <w:spacing w:val="-2"/>
          <w:sz w:val="24"/>
        </w:rPr>
        <w:t xml:space="preserve"> </w:t>
      </w:r>
      <w:r w:rsidRPr="00DE1C89">
        <w:rPr>
          <w:sz w:val="24"/>
        </w:rPr>
        <w:t>likums";</w:t>
      </w:r>
    </w:p>
    <w:p w:rsidR="00D94932" w:rsidRPr="00DE1C89" w:rsidRDefault="00D94932" w:rsidP="00DE1C89">
      <w:pPr>
        <w:pStyle w:val="ListParagraph"/>
        <w:numPr>
          <w:ilvl w:val="0"/>
          <w:numId w:val="9"/>
        </w:numPr>
        <w:tabs>
          <w:tab w:val="left" w:pos="822"/>
        </w:tabs>
        <w:spacing w:before="43" w:line="245" w:lineRule="auto"/>
        <w:rPr>
          <w:sz w:val="24"/>
        </w:rPr>
      </w:pPr>
      <w:r w:rsidRPr="00DE1C89">
        <w:rPr>
          <w:sz w:val="24"/>
        </w:rPr>
        <w:t>MK 500 "Vispārīgie</w:t>
      </w:r>
      <w:r w:rsidRPr="00DE1C89">
        <w:rPr>
          <w:spacing w:val="-4"/>
          <w:sz w:val="24"/>
        </w:rPr>
        <w:t xml:space="preserve"> </w:t>
      </w:r>
      <w:r w:rsidRPr="00DE1C89">
        <w:rPr>
          <w:sz w:val="24"/>
        </w:rPr>
        <w:t>būvnoteikumi";</w:t>
      </w:r>
    </w:p>
    <w:p w:rsidR="00D94932" w:rsidRPr="00DE1C89" w:rsidRDefault="00D94932" w:rsidP="00DE1C89">
      <w:pPr>
        <w:pStyle w:val="ListParagraph"/>
        <w:numPr>
          <w:ilvl w:val="0"/>
          <w:numId w:val="9"/>
        </w:numPr>
        <w:tabs>
          <w:tab w:val="left" w:pos="822"/>
        </w:tabs>
        <w:spacing w:before="43" w:line="245" w:lineRule="auto"/>
        <w:rPr>
          <w:sz w:val="24"/>
        </w:rPr>
      </w:pPr>
      <w:r w:rsidRPr="00DE1C89">
        <w:rPr>
          <w:sz w:val="24"/>
        </w:rPr>
        <w:t>MK 529 „Ēku</w:t>
      </w:r>
      <w:r w:rsidRPr="00DE1C89">
        <w:rPr>
          <w:spacing w:val="-1"/>
          <w:sz w:val="24"/>
        </w:rPr>
        <w:t xml:space="preserve"> </w:t>
      </w:r>
      <w:r w:rsidRPr="00DE1C89">
        <w:rPr>
          <w:sz w:val="24"/>
        </w:rPr>
        <w:t>būvnoteikumi”;</w:t>
      </w:r>
    </w:p>
    <w:p w:rsidR="00D94932" w:rsidRPr="00DE1C89" w:rsidRDefault="00D94932" w:rsidP="00DE1C89">
      <w:pPr>
        <w:pStyle w:val="ListParagraph"/>
        <w:numPr>
          <w:ilvl w:val="0"/>
          <w:numId w:val="9"/>
        </w:numPr>
        <w:tabs>
          <w:tab w:val="left" w:pos="822"/>
        </w:tabs>
        <w:spacing w:before="46" w:line="245" w:lineRule="auto"/>
        <w:rPr>
          <w:sz w:val="24"/>
        </w:rPr>
      </w:pPr>
      <w:r w:rsidRPr="00DE1C89">
        <w:rPr>
          <w:sz w:val="24"/>
        </w:rPr>
        <w:t>MK 92 „Darba aizsardzības prasības, veicot</w:t>
      </w:r>
      <w:r w:rsidRPr="00DE1C89">
        <w:rPr>
          <w:spacing w:val="-2"/>
          <w:sz w:val="24"/>
        </w:rPr>
        <w:t xml:space="preserve"> </w:t>
      </w:r>
      <w:r w:rsidRPr="00DE1C89">
        <w:rPr>
          <w:sz w:val="24"/>
        </w:rPr>
        <w:t>būvdarbus”;</w:t>
      </w:r>
    </w:p>
    <w:p w:rsidR="00D94932" w:rsidRPr="00DE1C89" w:rsidRDefault="00D94932" w:rsidP="00DE1C89">
      <w:pPr>
        <w:pStyle w:val="ListParagraph"/>
        <w:numPr>
          <w:ilvl w:val="0"/>
          <w:numId w:val="9"/>
        </w:numPr>
        <w:tabs>
          <w:tab w:val="left" w:pos="822"/>
        </w:tabs>
        <w:spacing w:before="43" w:line="245" w:lineRule="auto"/>
        <w:rPr>
          <w:sz w:val="24"/>
        </w:rPr>
      </w:pPr>
      <w:r w:rsidRPr="00DE1C89">
        <w:rPr>
          <w:sz w:val="24"/>
        </w:rPr>
        <w:t>Darba aizsardzības</w:t>
      </w:r>
      <w:r w:rsidRPr="00DE1C89">
        <w:rPr>
          <w:spacing w:val="1"/>
          <w:sz w:val="24"/>
        </w:rPr>
        <w:t xml:space="preserve"> </w:t>
      </w:r>
      <w:r w:rsidRPr="00DE1C89">
        <w:rPr>
          <w:sz w:val="24"/>
        </w:rPr>
        <w:t>likums;</w:t>
      </w:r>
    </w:p>
    <w:p w:rsidR="00D94932" w:rsidRPr="00DE1C89" w:rsidRDefault="00D94932" w:rsidP="00DE1C89">
      <w:pPr>
        <w:pStyle w:val="ListParagraph"/>
        <w:numPr>
          <w:ilvl w:val="0"/>
          <w:numId w:val="9"/>
        </w:numPr>
        <w:tabs>
          <w:tab w:val="left" w:pos="822"/>
        </w:tabs>
        <w:spacing w:before="43" w:line="245" w:lineRule="auto"/>
        <w:rPr>
          <w:sz w:val="24"/>
        </w:rPr>
      </w:pPr>
      <w:r w:rsidRPr="00DE1C89">
        <w:rPr>
          <w:sz w:val="24"/>
        </w:rPr>
        <w:t>MK 749 „Apmācības kārtība darba aizsardzības</w:t>
      </w:r>
      <w:r w:rsidRPr="00DE1C89">
        <w:rPr>
          <w:spacing w:val="-3"/>
          <w:sz w:val="24"/>
        </w:rPr>
        <w:t xml:space="preserve"> </w:t>
      </w:r>
      <w:r w:rsidRPr="00DE1C89">
        <w:rPr>
          <w:sz w:val="24"/>
        </w:rPr>
        <w:t>jautājumos”;</w:t>
      </w:r>
    </w:p>
    <w:p w:rsidR="00D94932" w:rsidRPr="00DE1C89" w:rsidRDefault="00D94932" w:rsidP="00DE1C89">
      <w:pPr>
        <w:pStyle w:val="ListParagraph"/>
        <w:numPr>
          <w:ilvl w:val="0"/>
          <w:numId w:val="9"/>
        </w:numPr>
        <w:tabs>
          <w:tab w:val="left" w:pos="822"/>
        </w:tabs>
        <w:spacing w:before="46" w:line="245" w:lineRule="auto"/>
        <w:rPr>
          <w:sz w:val="24"/>
        </w:rPr>
      </w:pPr>
      <w:r w:rsidRPr="00DE1C89">
        <w:rPr>
          <w:sz w:val="24"/>
        </w:rPr>
        <w:t>MK 660 „Darba vides iekšējās uzraudzības veikšanas</w:t>
      </w:r>
      <w:r w:rsidRPr="00DE1C89">
        <w:rPr>
          <w:spacing w:val="-7"/>
          <w:sz w:val="24"/>
        </w:rPr>
        <w:t xml:space="preserve"> </w:t>
      </w:r>
      <w:r w:rsidRPr="00DE1C89">
        <w:rPr>
          <w:sz w:val="24"/>
        </w:rPr>
        <w:t>kārtība”;</w:t>
      </w:r>
    </w:p>
    <w:p w:rsidR="00D94932" w:rsidRPr="00DE1C89" w:rsidRDefault="00D94932" w:rsidP="00DE1C89">
      <w:pPr>
        <w:pStyle w:val="ListParagraph"/>
        <w:numPr>
          <w:ilvl w:val="0"/>
          <w:numId w:val="9"/>
        </w:numPr>
        <w:tabs>
          <w:tab w:val="left" w:pos="822"/>
        </w:tabs>
        <w:spacing w:before="43" w:line="245" w:lineRule="auto"/>
        <w:rPr>
          <w:sz w:val="24"/>
        </w:rPr>
      </w:pPr>
      <w:r w:rsidRPr="00DE1C89">
        <w:rPr>
          <w:sz w:val="24"/>
        </w:rPr>
        <w:t>MK</w:t>
      </w:r>
      <w:r>
        <w:rPr>
          <w:sz w:val="24"/>
        </w:rPr>
        <w:t xml:space="preserve"> 238</w:t>
      </w:r>
      <w:r w:rsidRPr="00DE1C89">
        <w:rPr>
          <w:sz w:val="24"/>
        </w:rPr>
        <w:t xml:space="preserve"> „Ugunsdrošības</w:t>
      </w:r>
      <w:r w:rsidRPr="00DE1C89">
        <w:rPr>
          <w:spacing w:val="-1"/>
          <w:sz w:val="24"/>
        </w:rPr>
        <w:t xml:space="preserve"> </w:t>
      </w:r>
      <w:r w:rsidRPr="00DE1C89">
        <w:rPr>
          <w:sz w:val="24"/>
        </w:rPr>
        <w:t>noteikumi”;</w:t>
      </w:r>
    </w:p>
    <w:p w:rsidR="00D94932" w:rsidRPr="00DE1C89" w:rsidRDefault="00D94932" w:rsidP="00DE1C89">
      <w:pPr>
        <w:pStyle w:val="ListParagraph"/>
        <w:numPr>
          <w:ilvl w:val="0"/>
          <w:numId w:val="9"/>
        </w:numPr>
        <w:tabs>
          <w:tab w:val="left" w:pos="822"/>
        </w:tabs>
        <w:spacing w:before="22" w:line="245" w:lineRule="auto"/>
        <w:rPr>
          <w:sz w:val="24"/>
        </w:rPr>
      </w:pPr>
      <w:r w:rsidRPr="00DE1C89">
        <w:rPr>
          <w:sz w:val="24"/>
        </w:rPr>
        <w:t>MK 143 „Darba aizsardzības prasības, strādājot</w:t>
      </w:r>
      <w:r w:rsidRPr="00DE1C89">
        <w:rPr>
          <w:spacing w:val="-2"/>
          <w:sz w:val="24"/>
        </w:rPr>
        <w:t xml:space="preserve"> </w:t>
      </w:r>
      <w:r w:rsidRPr="00DE1C89">
        <w:rPr>
          <w:sz w:val="24"/>
        </w:rPr>
        <w:t>augstumā”.</w:t>
      </w:r>
    </w:p>
    <w:p w:rsidR="00D94932" w:rsidRDefault="00D94932" w:rsidP="00DE1C89">
      <w:pPr>
        <w:spacing w:line="245" w:lineRule="auto"/>
        <w:rPr>
          <w:sz w:val="24"/>
        </w:rPr>
        <w:sectPr w:rsidR="00D94932">
          <w:type w:val="continuous"/>
          <w:pgSz w:w="11910" w:h="16840"/>
          <w:pgMar w:top="1040" w:right="740" w:bottom="280" w:left="1600" w:header="720" w:footer="720" w:gutter="0"/>
          <w:cols w:space="720"/>
        </w:sectPr>
      </w:pPr>
    </w:p>
    <w:p w:rsidR="00D94932" w:rsidRDefault="00D94932" w:rsidP="00DE1C89">
      <w:pPr>
        <w:pStyle w:val="BodyText"/>
        <w:spacing w:before="68" w:line="245" w:lineRule="auto"/>
        <w:ind w:left="101" w:right="192" w:firstLine="300"/>
      </w:pPr>
      <w:r>
        <w:t>Būvniecības sagatavošana būvlaukumā uzsākama tikai pēc būvatļaujas saņemšanas. Uzsākot sagatavošanas darbus objektā , galvenais Būvuzņēmējs nozīmē atbildīgo darba aizsardzības speciālistu. Pirms būvdarbu uzsākšanas esošā objekta apstākļos Būvuzņēmējam jāiezīmē un jānorobežo bīstamas zonas, janosprauž esošo pazemes komunikāciju un citu būvju asis vai jaiezīmē to robežas. Bīstamo zonu noteikšanu veic atbildīgais būvdarbu vadītājs pirms darbu uzsākšanas, saskaņā ar būvdarbu vadītāja rīkojumu jāveic darbu veikšanas vietas norobežošanu. Pirms būvdarbu uzsākšanas Būvuzņēmējam jāveic būvdarbu zonas fotofiksāciju, lai fiksēt esoša objekta seguma un apstādījuma stāvokļi. Darbus paredzēts veikt saskaņā ar galvenā būvuzņēmēja darbu veikšanas kalendāro grafiku.</w:t>
      </w:r>
    </w:p>
    <w:p w:rsidR="00D94932" w:rsidRDefault="00D94932" w:rsidP="00DE1C89">
      <w:pPr>
        <w:pStyle w:val="BodyText"/>
        <w:spacing w:before="2" w:line="245" w:lineRule="auto"/>
        <w:ind w:left="461" w:firstLine="0"/>
      </w:pPr>
      <w:r>
        <w:t>Saskaņā ar DOP-2 lapu objekta teritorijā paredzēts ierīkot sekojošās pagaidu ēkas un būves :</w:t>
      </w:r>
    </w:p>
    <w:p w:rsidR="00D94932" w:rsidRPr="00DE1C89" w:rsidRDefault="00D94932" w:rsidP="00DE1C89">
      <w:pPr>
        <w:pStyle w:val="ListParagraph"/>
        <w:numPr>
          <w:ilvl w:val="0"/>
          <w:numId w:val="10"/>
        </w:numPr>
        <w:tabs>
          <w:tab w:val="left" w:pos="822"/>
        </w:tabs>
        <w:spacing w:before="154" w:line="245" w:lineRule="auto"/>
        <w:rPr>
          <w:sz w:val="24"/>
        </w:rPr>
      </w:pPr>
      <w:r w:rsidRPr="00DE1C89">
        <w:rPr>
          <w:sz w:val="24"/>
        </w:rPr>
        <w:t>Celtniecības</w:t>
      </w:r>
      <w:r w:rsidRPr="00DE1C89">
        <w:rPr>
          <w:spacing w:val="-1"/>
          <w:sz w:val="24"/>
        </w:rPr>
        <w:t xml:space="preserve"> </w:t>
      </w:r>
      <w:r w:rsidRPr="00DE1C89">
        <w:rPr>
          <w:sz w:val="24"/>
        </w:rPr>
        <w:t>vagoniņš;</w:t>
      </w:r>
    </w:p>
    <w:p w:rsidR="00D94932" w:rsidRPr="00DE1C89" w:rsidRDefault="00D94932" w:rsidP="00DE1C89">
      <w:pPr>
        <w:pStyle w:val="ListParagraph"/>
        <w:numPr>
          <w:ilvl w:val="0"/>
          <w:numId w:val="10"/>
        </w:numPr>
        <w:tabs>
          <w:tab w:val="left" w:pos="822"/>
        </w:tabs>
        <w:spacing w:before="19" w:line="245" w:lineRule="auto"/>
        <w:rPr>
          <w:sz w:val="24"/>
        </w:rPr>
      </w:pPr>
      <w:r w:rsidRPr="00DE1C89">
        <w:rPr>
          <w:sz w:val="24"/>
        </w:rPr>
        <w:t>Tualete;</w:t>
      </w:r>
    </w:p>
    <w:p w:rsidR="00D94932" w:rsidRPr="00DE1C89" w:rsidRDefault="00D94932" w:rsidP="00DE1C89">
      <w:pPr>
        <w:pStyle w:val="ListParagraph"/>
        <w:numPr>
          <w:ilvl w:val="0"/>
          <w:numId w:val="10"/>
        </w:numPr>
        <w:tabs>
          <w:tab w:val="left" w:pos="822"/>
        </w:tabs>
        <w:spacing w:before="17" w:line="245" w:lineRule="auto"/>
        <w:rPr>
          <w:sz w:val="24"/>
        </w:rPr>
      </w:pPr>
      <w:r w:rsidRPr="00DE1C89">
        <w:rPr>
          <w:sz w:val="24"/>
        </w:rPr>
        <w:t>Noliktava;</w:t>
      </w:r>
    </w:p>
    <w:p w:rsidR="00D94932" w:rsidRPr="00DE1C89" w:rsidRDefault="00D94932" w:rsidP="00DE1C89">
      <w:pPr>
        <w:pStyle w:val="ListParagraph"/>
        <w:numPr>
          <w:ilvl w:val="0"/>
          <w:numId w:val="10"/>
        </w:numPr>
        <w:tabs>
          <w:tab w:val="left" w:pos="822"/>
        </w:tabs>
        <w:spacing w:before="16" w:line="245" w:lineRule="auto"/>
        <w:rPr>
          <w:sz w:val="24"/>
        </w:rPr>
      </w:pPr>
      <w:r w:rsidRPr="00DE1C89">
        <w:rPr>
          <w:sz w:val="24"/>
        </w:rPr>
        <w:t>Ugunsdzēsības un darba drošības inventāra stends</w:t>
      </w:r>
      <w:r w:rsidRPr="00DE1C89">
        <w:rPr>
          <w:spacing w:val="-6"/>
          <w:sz w:val="24"/>
        </w:rPr>
        <w:t xml:space="preserve"> </w:t>
      </w:r>
      <w:r w:rsidRPr="00DE1C89">
        <w:rPr>
          <w:sz w:val="24"/>
        </w:rPr>
        <w:t>;</w:t>
      </w:r>
    </w:p>
    <w:p w:rsidR="00D94932" w:rsidRPr="00DE1C89" w:rsidRDefault="00D94932" w:rsidP="00DE1C89">
      <w:pPr>
        <w:pStyle w:val="ListParagraph"/>
        <w:numPr>
          <w:ilvl w:val="0"/>
          <w:numId w:val="10"/>
        </w:numPr>
        <w:tabs>
          <w:tab w:val="left" w:pos="822"/>
        </w:tabs>
        <w:spacing w:before="17" w:line="245" w:lineRule="auto"/>
        <w:rPr>
          <w:sz w:val="24"/>
        </w:rPr>
      </w:pPr>
      <w:r w:rsidRPr="00DE1C89">
        <w:rPr>
          <w:sz w:val="24"/>
        </w:rPr>
        <w:t>Būvmateriālu nokraušanas vieta</w:t>
      </w:r>
      <w:r w:rsidRPr="00DE1C89">
        <w:rPr>
          <w:spacing w:val="-4"/>
          <w:sz w:val="24"/>
        </w:rPr>
        <w:t xml:space="preserve"> </w:t>
      </w:r>
      <w:r w:rsidRPr="00DE1C89">
        <w:rPr>
          <w:sz w:val="24"/>
        </w:rPr>
        <w:t>;</w:t>
      </w:r>
    </w:p>
    <w:p w:rsidR="00D94932" w:rsidRPr="00DE1C89" w:rsidRDefault="00D94932" w:rsidP="00DE1C89">
      <w:pPr>
        <w:pStyle w:val="ListParagraph"/>
        <w:numPr>
          <w:ilvl w:val="0"/>
          <w:numId w:val="10"/>
        </w:numPr>
        <w:tabs>
          <w:tab w:val="left" w:pos="822"/>
        </w:tabs>
        <w:spacing w:before="17" w:line="245" w:lineRule="auto"/>
        <w:rPr>
          <w:sz w:val="24"/>
        </w:rPr>
      </w:pPr>
      <w:r w:rsidRPr="00DE1C89">
        <w:rPr>
          <w:sz w:val="24"/>
        </w:rPr>
        <w:t>Būvgružu konteiners</w:t>
      </w:r>
      <w:r w:rsidRPr="00DE1C89">
        <w:rPr>
          <w:spacing w:val="-1"/>
          <w:sz w:val="24"/>
        </w:rPr>
        <w:t xml:space="preserve"> </w:t>
      </w:r>
      <w:r w:rsidRPr="00DE1C89">
        <w:rPr>
          <w:sz w:val="24"/>
        </w:rPr>
        <w:t>(2.6x1.7x1.6m);</w:t>
      </w:r>
    </w:p>
    <w:p w:rsidR="00D94932" w:rsidRPr="00DE1C89" w:rsidRDefault="00D94932" w:rsidP="00DE1C89">
      <w:pPr>
        <w:pStyle w:val="ListParagraph"/>
        <w:numPr>
          <w:ilvl w:val="0"/>
          <w:numId w:val="10"/>
        </w:numPr>
        <w:tabs>
          <w:tab w:val="left" w:pos="822"/>
        </w:tabs>
        <w:spacing w:before="17" w:line="245" w:lineRule="auto"/>
        <w:rPr>
          <w:sz w:val="24"/>
        </w:rPr>
      </w:pPr>
      <w:r w:rsidRPr="00DE1C89">
        <w:rPr>
          <w:sz w:val="24"/>
        </w:rPr>
        <w:t>Pagaidu celtniecības nožogojuma</w:t>
      </w:r>
      <w:r w:rsidRPr="00DE1C89">
        <w:rPr>
          <w:spacing w:val="-5"/>
          <w:sz w:val="24"/>
        </w:rPr>
        <w:t xml:space="preserve"> </w:t>
      </w:r>
      <w:r w:rsidRPr="00DE1C89">
        <w:rPr>
          <w:sz w:val="24"/>
        </w:rPr>
        <w:t>ierīkošana;</w:t>
      </w:r>
    </w:p>
    <w:p w:rsidR="00D94932" w:rsidRPr="00DE1C89" w:rsidRDefault="00D94932" w:rsidP="00DE1C89">
      <w:pPr>
        <w:pStyle w:val="ListParagraph"/>
        <w:numPr>
          <w:ilvl w:val="0"/>
          <w:numId w:val="10"/>
        </w:numPr>
        <w:tabs>
          <w:tab w:val="left" w:pos="822"/>
        </w:tabs>
        <w:spacing w:before="19" w:line="245" w:lineRule="auto"/>
        <w:rPr>
          <w:sz w:val="24"/>
        </w:rPr>
      </w:pPr>
      <w:r w:rsidRPr="00DE1C89">
        <w:rPr>
          <w:sz w:val="24"/>
        </w:rPr>
        <w:t>Esošo pazemes tīklu lūku</w:t>
      </w:r>
      <w:r w:rsidRPr="00DE1C89">
        <w:rPr>
          <w:spacing w:val="-2"/>
          <w:sz w:val="24"/>
        </w:rPr>
        <w:t xml:space="preserve"> </w:t>
      </w:r>
      <w:r w:rsidRPr="00DE1C89">
        <w:rPr>
          <w:sz w:val="24"/>
        </w:rPr>
        <w:t>norobežošana;</w:t>
      </w:r>
    </w:p>
    <w:p w:rsidR="00D94932" w:rsidRDefault="00D94932" w:rsidP="00DE1C89">
      <w:pPr>
        <w:pStyle w:val="BodyText"/>
        <w:spacing w:before="5" w:line="245" w:lineRule="auto"/>
        <w:ind w:left="0" w:firstLine="0"/>
      </w:pPr>
    </w:p>
    <w:p w:rsidR="00D94932" w:rsidRDefault="00D94932" w:rsidP="00DE1C89">
      <w:pPr>
        <w:pStyle w:val="BodyText"/>
        <w:spacing w:line="245" w:lineRule="auto"/>
        <w:ind w:left="461" w:firstLine="0"/>
      </w:pPr>
      <w:r>
        <w:rPr>
          <w:w w:val="105"/>
        </w:rPr>
        <w:t>Veicot darbus, īpašu uzmanību pievērst sekojošu pasākumu izpildei:</w:t>
      </w:r>
    </w:p>
    <w:p w:rsidR="00D94932" w:rsidRDefault="00D94932" w:rsidP="00DE1C89">
      <w:pPr>
        <w:pStyle w:val="ListParagraph"/>
        <w:numPr>
          <w:ilvl w:val="0"/>
          <w:numId w:val="4"/>
        </w:numPr>
        <w:tabs>
          <w:tab w:val="left" w:pos="822"/>
        </w:tabs>
        <w:spacing w:before="233" w:line="245" w:lineRule="auto"/>
        <w:rPr>
          <w:sz w:val="24"/>
        </w:rPr>
      </w:pPr>
      <w:r>
        <w:rPr>
          <w:sz w:val="24"/>
        </w:rPr>
        <w:t>Būvlaukumu nožogo ar inventāra celtniecības nožogojumu vai ar brīdinājuma</w:t>
      </w:r>
      <w:r>
        <w:rPr>
          <w:spacing w:val="-7"/>
          <w:sz w:val="24"/>
        </w:rPr>
        <w:t xml:space="preserve"> </w:t>
      </w:r>
      <w:r>
        <w:rPr>
          <w:sz w:val="24"/>
        </w:rPr>
        <w:t>lenti;</w:t>
      </w:r>
    </w:p>
    <w:p w:rsidR="00D94932" w:rsidRDefault="00D94932" w:rsidP="00DE1C89">
      <w:pPr>
        <w:pStyle w:val="ListParagraph"/>
        <w:numPr>
          <w:ilvl w:val="0"/>
          <w:numId w:val="4"/>
        </w:numPr>
        <w:tabs>
          <w:tab w:val="left" w:pos="822"/>
        </w:tabs>
        <w:spacing w:line="245" w:lineRule="auto"/>
        <w:ind w:right="105"/>
        <w:jc w:val="both"/>
        <w:rPr>
          <w:sz w:val="24"/>
        </w:rPr>
      </w:pPr>
      <w:r>
        <w:rPr>
          <w:sz w:val="24"/>
        </w:rPr>
        <w:t>Visos būvlaukumos, kur tas ir nepieciešams pēc darba norādījumiem: mašīnās un mehānismos; autotransporta ceļos un citās bīstamās vietās ir nepieciešami labi saredzami, kā arī tumšajā diennakts laikā apgaismoti brīdinājumu un norādījumu uzraksti vai drošības zīmes, plakāti un drošības tehnikas</w:t>
      </w:r>
      <w:r>
        <w:rPr>
          <w:spacing w:val="-1"/>
          <w:sz w:val="24"/>
        </w:rPr>
        <w:t xml:space="preserve"> </w:t>
      </w:r>
      <w:r>
        <w:rPr>
          <w:sz w:val="24"/>
        </w:rPr>
        <w:t>instrukcijas;</w:t>
      </w:r>
    </w:p>
    <w:p w:rsidR="00D94932" w:rsidRDefault="00D94932" w:rsidP="00DE1C89">
      <w:pPr>
        <w:pStyle w:val="ListParagraph"/>
        <w:numPr>
          <w:ilvl w:val="0"/>
          <w:numId w:val="4"/>
        </w:numPr>
        <w:tabs>
          <w:tab w:val="left" w:pos="760"/>
        </w:tabs>
        <w:spacing w:line="245" w:lineRule="auto"/>
        <w:ind w:left="759" w:right="276" w:hanging="300"/>
        <w:rPr>
          <w:sz w:val="24"/>
        </w:rPr>
      </w:pPr>
      <w:r>
        <w:rPr>
          <w:sz w:val="24"/>
        </w:rPr>
        <w:t>Darba vietām, kuras ir izvietotas virs zemes vai ar pārsegumu 1 m attālumā un augstāk ir jābūt</w:t>
      </w:r>
      <w:r>
        <w:rPr>
          <w:spacing w:val="-1"/>
          <w:sz w:val="24"/>
        </w:rPr>
        <w:t xml:space="preserve"> </w:t>
      </w:r>
      <w:r>
        <w:rPr>
          <w:sz w:val="24"/>
        </w:rPr>
        <w:t>nožogotām;</w:t>
      </w:r>
    </w:p>
    <w:p w:rsidR="00D94932" w:rsidRDefault="00D94932" w:rsidP="00DE1C89">
      <w:pPr>
        <w:pStyle w:val="ListParagraph"/>
        <w:numPr>
          <w:ilvl w:val="0"/>
          <w:numId w:val="4"/>
        </w:numPr>
        <w:tabs>
          <w:tab w:val="left" w:pos="700"/>
        </w:tabs>
        <w:spacing w:line="245" w:lineRule="auto"/>
        <w:ind w:left="699" w:hanging="240"/>
        <w:rPr>
          <w:sz w:val="24"/>
        </w:rPr>
      </w:pPr>
      <w:r>
        <w:rPr>
          <w:sz w:val="24"/>
        </w:rPr>
        <w:t>Automašīnu ātrums objektu tuvumā nedrīkst pārsniegt 20km/st, bet pagriezienos</w:t>
      </w:r>
      <w:r>
        <w:rPr>
          <w:spacing w:val="-6"/>
          <w:sz w:val="24"/>
        </w:rPr>
        <w:t xml:space="preserve"> </w:t>
      </w:r>
      <w:r>
        <w:rPr>
          <w:sz w:val="24"/>
        </w:rPr>
        <w:t>–5km/st;</w:t>
      </w:r>
    </w:p>
    <w:p w:rsidR="00D94932" w:rsidRDefault="00D94932" w:rsidP="00DE1C89">
      <w:pPr>
        <w:pStyle w:val="ListParagraph"/>
        <w:numPr>
          <w:ilvl w:val="0"/>
          <w:numId w:val="4"/>
        </w:numPr>
        <w:tabs>
          <w:tab w:val="left" w:pos="719"/>
        </w:tabs>
        <w:spacing w:line="245" w:lineRule="auto"/>
        <w:ind w:left="459" w:right="104" w:firstLine="0"/>
        <w:jc w:val="both"/>
        <w:rPr>
          <w:sz w:val="24"/>
        </w:rPr>
      </w:pPr>
      <w:r>
        <w:rPr>
          <w:sz w:val="24"/>
        </w:rPr>
        <w:t xml:space="preserve">Būvniecības laikā radušos sadzīves, būvniecības un bīstamos atkritumos savākt īpaši tam paredzētas vietas un apsaimniekošanu veikt saskaņā ar </w:t>
      </w:r>
      <w:r>
        <w:rPr>
          <w:spacing w:val="-3"/>
          <w:sz w:val="24"/>
        </w:rPr>
        <w:t xml:space="preserve">LR </w:t>
      </w:r>
      <w:r>
        <w:rPr>
          <w:sz w:val="24"/>
        </w:rPr>
        <w:t>„Atkritumu apsaimniekošanas likumu”.</w:t>
      </w:r>
    </w:p>
    <w:p w:rsidR="00D94932" w:rsidRDefault="00D94932" w:rsidP="00DE1C89">
      <w:pPr>
        <w:pStyle w:val="BodyText"/>
        <w:spacing w:before="7" w:line="245" w:lineRule="auto"/>
        <w:ind w:left="0" w:firstLine="0"/>
      </w:pPr>
    </w:p>
    <w:p w:rsidR="00D94932" w:rsidRPr="00DE1C89" w:rsidRDefault="00D94932" w:rsidP="00DE1C89">
      <w:pPr>
        <w:pStyle w:val="ListParagraph"/>
        <w:numPr>
          <w:ilvl w:val="1"/>
          <w:numId w:val="5"/>
        </w:numPr>
        <w:tabs>
          <w:tab w:val="left" w:pos="463"/>
        </w:tabs>
        <w:spacing w:line="245" w:lineRule="auto"/>
        <w:ind w:firstLine="0"/>
        <w:rPr>
          <w:sz w:val="24"/>
          <w:u w:val="single"/>
        </w:rPr>
      </w:pPr>
      <w:r w:rsidRPr="00DE1C89">
        <w:rPr>
          <w:w w:val="110"/>
          <w:sz w:val="24"/>
          <w:u w:val="single"/>
        </w:rPr>
        <w:t>Darba aizsardzības</w:t>
      </w:r>
      <w:r w:rsidRPr="00DE1C89">
        <w:rPr>
          <w:spacing w:val="-13"/>
          <w:w w:val="110"/>
          <w:sz w:val="24"/>
          <w:u w:val="single"/>
        </w:rPr>
        <w:t xml:space="preserve"> </w:t>
      </w:r>
      <w:r w:rsidRPr="00DE1C89">
        <w:rPr>
          <w:w w:val="110"/>
          <w:sz w:val="24"/>
          <w:u w:val="single"/>
        </w:rPr>
        <w:t>plāns.</w:t>
      </w:r>
    </w:p>
    <w:p w:rsidR="00D94932" w:rsidRPr="000C7752" w:rsidRDefault="00D94932" w:rsidP="00DE1C89">
      <w:pPr>
        <w:pStyle w:val="BodyText"/>
        <w:spacing w:before="135" w:line="245" w:lineRule="auto"/>
        <w:ind w:left="521" w:firstLine="0"/>
        <w:rPr>
          <w:lang w:val="pl-PL"/>
        </w:rPr>
      </w:pPr>
      <w:r w:rsidRPr="000C7752">
        <w:rPr>
          <w:lang w:val="pl-PL"/>
        </w:rPr>
        <w:t>Visiem strādniekiem, inženiertehniskajiem darbiniekiem jābūt sertificētiem.</w:t>
      </w:r>
    </w:p>
    <w:p w:rsidR="00D94932" w:rsidRPr="000C7752" w:rsidRDefault="00D94932" w:rsidP="00DE1C89">
      <w:pPr>
        <w:pStyle w:val="BodyText"/>
        <w:spacing w:before="137" w:line="245" w:lineRule="auto"/>
        <w:ind w:left="101" w:right="105" w:firstLine="0"/>
        <w:jc w:val="both"/>
        <w:rPr>
          <w:lang w:val="pl-PL"/>
        </w:rPr>
      </w:pPr>
      <w:r w:rsidRPr="000C7752">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D94932" w:rsidRPr="000C7752" w:rsidRDefault="00D94932" w:rsidP="00DE1C89">
      <w:pPr>
        <w:pStyle w:val="BodyText"/>
        <w:spacing w:line="245" w:lineRule="auto"/>
        <w:ind w:left="101" w:right="244" w:firstLine="300"/>
        <w:rPr>
          <w:lang w:val="pl-PL"/>
        </w:rPr>
      </w:pPr>
      <w:r w:rsidRPr="000C7752">
        <w:rPr>
          <w:lang w:val="pl-PL"/>
        </w:rPr>
        <w:t>Pirms darbu uzsākšanas būvlaukumā darba devējs veic nodarbināto darba drošības un veselības aizsardzības apmācību, kas ietver :</w:t>
      </w:r>
    </w:p>
    <w:p w:rsidR="00D94932" w:rsidRPr="000C7752" w:rsidRDefault="00D94932" w:rsidP="00DE1C89">
      <w:pPr>
        <w:pStyle w:val="ListParagraph"/>
        <w:numPr>
          <w:ilvl w:val="0"/>
          <w:numId w:val="11"/>
        </w:numPr>
        <w:tabs>
          <w:tab w:val="left" w:pos="822"/>
        </w:tabs>
        <w:spacing w:before="17" w:line="245" w:lineRule="auto"/>
        <w:rPr>
          <w:sz w:val="24"/>
          <w:lang w:val="pl-PL"/>
        </w:rPr>
      </w:pPr>
      <w:r w:rsidRPr="000C7752">
        <w:rPr>
          <w:sz w:val="24"/>
          <w:lang w:val="pl-PL"/>
        </w:rPr>
        <w:t>Ievadinstruktāžu, nodarbinātajiem stājoties darba attiecībās ar darba</w:t>
      </w:r>
      <w:r w:rsidRPr="000C7752">
        <w:rPr>
          <w:spacing w:val="-5"/>
          <w:sz w:val="24"/>
          <w:lang w:val="pl-PL"/>
        </w:rPr>
        <w:t xml:space="preserve"> </w:t>
      </w:r>
      <w:r w:rsidRPr="000C7752">
        <w:rPr>
          <w:sz w:val="24"/>
          <w:lang w:val="pl-PL"/>
        </w:rPr>
        <w:t>devēju.</w:t>
      </w:r>
    </w:p>
    <w:p w:rsidR="00D94932" w:rsidRPr="00DE1C89" w:rsidRDefault="00D94932" w:rsidP="00DE1C89">
      <w:pPr>
        <w:pStyle w:val="ListParagraph"/>
        <w:numPr>
          <w:ilvl w:val="0"/>
          <w:numId w:val="11"/>
        </w:numPr>
        <w:tabs>
          <w:tab w:val="left" w:pos="822"/>
        </w:tabs>
        <w:spacing w:before="65" w:line="245" w:lineRule="auto"/>
        <w:rPr>
          <w:sz w:val="24"/>
        </w:rPr>
      </w:pPr>
      <w:r w:rsidRPr="00DE1C89">
        <w:rPr>
          <w:sz w:val="24"/>
        </w:rPr>
        <w:t>Instruktāžu darba</w:t>
      </w:r>
      <w:r w:rsidRPr="00DE1C89">
        <w:rPr>
          <w:spacing w:val="-4"/>
          <w:sz w:val="24"/>
        </w:rPr>
        <w:t xml:space="preserve"> </w:t>
      </w:r>
      <w:r w:rsidRPr="00DE1C89">
        <w:rPr>
          <w:sz w:val="24"/>
        </w:rPr>
        <w:t>vietā:</w:t>
      </w:r>
    </w:p>
    <w:p w:rsidR="00D94932" w:rsidRDefault="00D94932" w:rsidP="00DE1C89">
      <w:pPr>
        <w:pStyle w:val="ListParagraph"/>
        <w:numPr>
          <w:ilvl w:val="0"/>
          <w:numId w:val="2"/>
        </w:numPr>
        <w:tabs>
          <w:tab w:val="left" w:pos="1542"/>
        </w:tabs>
        <w:spacing w:before="139" w:line="245" w:lineRule="auto"/>
        <w:ind w:hanging="362"/>
        <w:rPr>
          <w:sz w:val="24"/>
        </w:rPr>
      </w:pPr>
      <w:r>
        <w:rPr>
          <w:sz w:val="24"/>
        </w:rPr>
        <w:t>Sākotnējo –uzsākot darbu</w:t>
      </w:r>
      <w:r>
        <w:rPr>
          <w:spacing w:val="-1"/>
          <w:sz w:val="24"/>
        </w:rPr>
        <w:t xml:space="preserve"> </w:t>
      </w:r>
      <w:r>
        <w:rPr>
          <w:sz w:val="24"/>
        </w:rPr>
        <w:t>objektā;</w:t>
      </w:r>
    </w:p>
    <w:p w:rsidR="00D94932" w:rsidRDefault="00D94932" w:rsidP="00DE1C89">
      <w:pPr>
        <w:pStyle w:val="ListParagraph"/>
        <w:numPr>
          <w:ilvl w:val="0"/>
          <w:numId w:val="2"/>
        </w:numPr>
        <w:tabs>
          <w:tab w:val="left" w:pos="1542"/>
        </w:tabs>
        <w:spacing w:before="140" w:line="245" w:lineRule="auto"/>
        <w:ind w:hanging="362"/>
        <w:rPr>
          <w:sz w:val="24"/>
        </w:rPr>
      </w:pPr>
      <w:r>
        <w:rPr>
          <w:sz w:val="24"/>
        </w:rPr>
        <w:t>Atkārtoto;</w:t>
      </w:r>
    </w:p>
    <w:p w:rsidR="00D94932" w:rsidRDefault="00D94932" w:rsidP="00DE1C89">
      <w:pPr>
        <w:pStyle w:val="ListParagraph"/>
        <w:numPr>
          <w:ilvl w:val="0"/>
          <w:numId w:val="2"/>
        </w:numPr>
        <w:tabs>
          <w:tab w:val="left" w:pos="1542"/>
        </w:tabs>
        <w:spacing w:before="137" w:line="245" w:lineRule="auto"/>
        <w:ind w:hanging="362"/>
        <w:rPr>
          <w:sz w:val="24"/>
        </w:rPr>
      </w:pPr>
      <w:r>
        <w:rPr>
          <w:sz w:val="24"/>
        </w:rPr>
        <w:t>Neplānoto un mēra</w:t>
      </w:r>
      <w:r>
        <w:rPr>
          <w:spacing w:val="-5"/>
          <w:sz w:val="24"/>
        </w:rPr>
        <w:t xml:space="preserve"> </w:t>
      </w:r>
      <w:r>
        <w:rPr>
          <w:sz w:val="24"/>
        </w:rPr>
        <w:t>instruktāžu.</w:t>
      </w:r>
    </w:p>
    <w:p w:rsidR="00D94932" w:rsidRDefault="00D94932" w:rsidP="00DE1C89">
      <w:pPr>
        <w:pStyle w:val="BodyText"/>
        <w:spacing w:before="139" w:line="245" w:lineRule="auto"/>
        <w:ind w:left="101" w:right="105" w:firstLine="300"/>
        <w:jc w:val="both"/>
      </w:pPr>
    </w:p>
    <w:p w:rsidR="00D94932" w:rsidRDefault="00D94932" w:rsidP="00DE1C89">
      <w:pPr>
        <w:pStyle w:val="BodyText"/>
        <w:spacing w:before="139" w:line="245" w:lineRule="auto"/>
        <w:ind w:left="101" w:right="105" w:firstLine="300"/>
        <w:jc w:val="both"/>
      </w:pPr>
    </w:p>
    <w:p w:rsidR="00D94932" w:rsidRDefault="00D94932" w:rsidP="00DE1C89">
      <w:pPr>
        <w:pStyle w:val="BodyText"/>
        <w:spacing w:before="139" w:line="245" w:lineRule="auto"/>
        <w:ind w:left="101" w:right="105" w:firstLine="300"/>
        <w:jc w:val="both"/>
      </w:pPr>
    </w:p>
    <w:p w:rsidR="00D94932" w:rsidRDefault="00D94932" w:rsidP="00DE1C89">
      <w:pPr>
        <w:pStyle w:val="BodyText"/>
        <w:spacing w:before="139" w:line="245" w:lineRule="auto"/>
        <w:ind w:left="101" w:right="105" w:firstLine="300"/>
        <w:jc w:val="both"/>
      </w:pPr>
      <w:r>
        <w:t>Pēc strādājošo zināšanu pārbaudes, instruktāžas veicējs veic atzīmes attiecīgos darba instruktāžas žurnālos. Pirms darba uzsākšanas strādniekiem jāuzvelk specapģērbs, aizsargķiveri un cimdi. Pirms darbu sākuma jāpārliecinās par aizāķēšanas un iežogošanas ierīču izturību un stabilitāti , kā arī vai var droši pārvietoties būvlaukumā. Nepieciešamības gadījumā novietot un nostiprināt pārnēsājamās trepes. Jāsagatavo tara, instrumenti, palīgierīces, kas nepieciešami darbam. Jāpārbauda, vai tie ir darba kartībā. Būvlaukumā ir jābūt nepieciešamajiem primārajiem ugunsdzēsības līdzekļiem.</w:t>
      </w:r>
    </w:p>
    <w:p w:rsidR="00D94932" w:rsidRDefault="00D94932" w:rsidP="00DE1C89">
      <w:pPr>
        <w:pStyle w:val="BodyText"/>
        <w:spacing w:line="245" w:lineRule="auto"/>
        <w:ind w:left="0" w:firstLine="0"/>
        <w:rPr>
          <w:sz w:val="36"/>
        </w:rPr>
      </w:pPr>
    </w:p>
    <w:p w:rsidR="00D94932" w:rsidRDefault="00D94932" w:rsidP="00DE1C89">
      <w:pPr>
        <w:pStyle w:val="BodyText"/>
        <w:spacing w:line="245" w:lineRule="auto"/>
        <w:ind w:left="101" w:firstLine="0"/>
      </w:pPr>
      <w:r>
        <w:t>Aizliegts:</w:t>
      </w:r>
    </w:p>
    <w:p w:rsidR="00D94932" w:rsidRDefault="00D94932" w:rsidP="00DE1C89">
      <w:pPr>
        <w:pStyle w:val="BodyText"/>
        <w:spacing w:before="7" w:line="245" w:lineRule="auto"/>
        <w:ind w:left="0" w:firstLine="0"/>
        <w:rPr>
          <w:sz w:val="20"/>
        </w:rPr>
      </w:pPr>
    </w:p>
    <w:p w:rsidR="00D94932" w:rsidRDefault="00D94932" w:rsidP="00DE1C89">
      <w:pPr>
        <w:pStyle w:val="ListParagraph"/>
        <w:numPr>
          <w:ilvl w:val="0"/>
          <w:numId w:val="1"/>
        </w:numPr>
        <w:tabs>
          <w:tab w:val="left" w:pos="822"/>
        </w:tabs>
        <w:spacing w:before="1" w:line="245" w:lineRule="auto"/>
        <w:ind w:right="108"/>
        <w:rPr>
          <w:sz w:val="24"/>
        </w:rPr>
      </w:pPr>
      <w:r>
        <w:rPr>
          <w:sz w:val="24"/>
        </w:rPr>
        <w:t>Izveidot būvlaukumā pagaidu caurbrauktuves, kuras iznīcina augsnes kārtu un nav paredzētas būvniecības</w:t>
      </w:r>
      <w:r>
        <w:rPr>
          <w:spacing w:val="1"/>
          <w:sz w:val="24"/>
        </w:rPr>
        <w:t xml:space="preserve"> </w:t>
      </w:r>
      <w:r>
        <w:rPr>
          <w:sz w:val="24"/>
        </w:rPr>
        <w:t>ģenerālplānā.</w:t>
      </w:r>
    </w:p>
    <w:p w:rsidR="00D94932" w:rsidRDefault="00D94932" w:rsidP="00DE1C89">
      <w:pPr>
        <w:pStyle w:val="ListParagraph"/>
        <w:numPr>
          <w:ilvl w:val="0"/>
          <w:numId w:val="1"/>
        </w:numPr>
        <w:tabs>
          <w:tab w:val="left" w:pos="822"/>
        </w:tabs>
        <w:spacing w:line="245" w:lineRule="auto"/>
        <w:rPr>
          <w:sz w:val="24"/>
        </w:rPr>
      </w:pPr>
      <w:r>
        <w:rPr>
          <w:sz w:val="24"/>
        </w:rPr>
        <w:t>Sadedzināt būvgružus un citus atkritumus, kā arī aprakt tos</w:t>
      </w:r>
      <w:r>
        <w:rPr>
          <w:spacing w:val="-5"/>
          <w:sz w:val="24"/>
        </w:rPr>
        <w:t xml:space="preserve"> </w:t>
      </w:r>
      <w:r>
        <w:rPr>
          <w:sz w:val="24"/>
        </w:rPr>
        <w:t>būvlaukumā.</w:t>
      </w:r>
    </w:p>
    <w:p w:rsidR="00D94932" w:rsidRDefault="00D94932" w:rsidP="00DE1C89">
      <w:pPr>
        <w:pStyle w:val="BodyText"/>
        <w:spacing w:before="2" w:line="245" w:lineRule="auto"/>
        <w:ind w:left="0" w:firstLine="0"/>
      </w:pPr>
    </w:p>
    <w:p w:rsidR="00D94932" w:rsidRDefault="00D94932" w:rsidP="00DE1C89">
      <w:pPr>
        <w:pStyle w:val="BodyText"/>
        <w:spacing w:line="245" w:lineRule="auto"/>
        <w:ind w:left="101" w:firstLine="0"/>
      </w:pPr>
      <w:r>
        <w:t>Jāizpilda:</w:t>
      </w:r>
    </w:p>
    <w:p w:rsidR="00D94932" w:rsidRDefault="00D94932" w:rsidP="00DE1C89">
      <w:pPr>
        <w:pStyle w:val="BodyText"/>
        <w:spacing w:before="10" w:line="245" w:lineRule="auto"/>
        <w:ind w:left="0" w:firstLine="0"/>
        <w:rPr>
          <w:sz w:val="20"/>
        </w:rPr>
      </w:pPr>
    </w:p>
    <w:p w:rsidR="00D94932" w:rsidRDefault="00D94932" w:rsidP="00DE1C89">
      <w:pPr>
        <w:pStyle w:val="ListParagraph"/>
        <w:numPr>
          <w:ilvl w:val="0"/>
          <w:numId w:val="1"/>
        </w:numPr>
        <w:tabs>
          <w:tab w:val="left" w:pos="896"/>
        </w:tabs>
        <w:spacing w:line="245" w:lineRule="auto"/>
        <w:ind w:left="896"/>
        <w:rPr>
          <w:sz w:val="24"/>
        </w:rPr>
      </w:pPr>
      <w:r>
        <w:rPr>
          <w:sz w:val="24"/>
        </w:rPr>
        <w:t>Jāaizsargā zaļie stādījumi no bojājumiem, izpildot to atjaunošanu pilnā</w:t>
      </w:r>
      <w:r>
        <w:rPr>
          <w:spacing w:val="-8"/>
          <w:sz w:val="24"/>
        </w:rPr>
        <w:t xml:space="preserve"> </w:t>
      </w:r>
      <w:r>
        <w:rPr>
          <w:sz w:val="24"/>
        </w:rPr>
        <w:t>apjomā.</w:t>
      </w:r>
    </w:p>
    <w:p w:rsidR="00D94932" w:rsidRDefault="00D94932" w:rsidP="00DE1C89">
      <w:pPr>
        <w:pStyle w:val="ListParagraph"/>
        <w:numPr>
          <w:ilvl w:val="0"/>
          <w:numId w:val="1"/>
        </w:numPr>
        <w:tabs>
          <w:tab w:val="left" w:pos="896"/>
        </w:tabs>
        <w:spacing w:line="245" w:lineRule="auto"/>
        <w:ind w:left="896"/>
        <w:rPr>
          <w:sz w:val="24"/>
        </w:rPr>
      </w:pPr>
      <w:r>
        <w:rPr>
          <w:sz w:val="24"/>
        </w:rPr>
        <w:t>Materiāli, kas satur kaitīgas vielas, jāglabā slēgtos, hermētiski noslēgtos</w:t>
      </w:r>
      <w:r>
        <w:rPr>
          <w:spacing w:val="-7"/>
          <w:sz w:val="24"/>
        </w:rPr>
        <w:t xml:space="preserve"> </w:t>
      </w:r>
      <w:r>
        <w:rPr>
          <w:sz w:val="24"/>
        </w:rPr>
        <w:t>traukos.</w:t>
      </w:r>
    </w:p>
    <w:p w:rsidR="00D94932" w:rsidRDefault="00D94932" w:rsidP="00DE1C89">
      <w:pPr>
        <w:pStyle w:val="ListParagraph"/>
        <w:numPr>
          <w:ilvl w:val="0"/>
          <w:numId w:val="1"/>
        </w:numPr>
        <w:tabs>
          <w:tab w:val="left" w:pos="896"/>
        </w:tabs>
        <w:spacing w:before="13" w:line="245" w:lineRule="auto"/>
        <w:ind w:left="896"/>
        <w:rPr>
          <w:sz w:val="28"/>
        </w:rPr>
      </w:pPr>
      <w:r>
        <w:rPr>
          <w:sz w:val="24"/>
        </w:rPr>
        <w:t>Nepieļaut bīstamu un netīru notekūdeņu noplūšanu</w:t>
      </w:r>
      <w:r>
        <w:rPr>
          <w:spacing w:val="1"/>
          <w:sz w:val="24"/>
        </w:rPr>
        <w:t xml:space="preserve"> </w:t>
      </w:r>
      <w:r>
        <w:rPr>
          <w:sz w:val="24"/>
        </w:rPr>
        <w:t>gruntī</w:t>
      </w:r>
      <w:r>
        <w:rPr>
          <w:sz w:val="28"/>
        </w:rPr>
        <w:t>.</w:t>
      </w:r>
    </w:p>
    <w:p w:rsidR="00D94932" w:rsidRDefault="00D94932" w:rsidP="00DE1C89">
      <w:pPr>
        <w:pStyle w:val="BodyText"/>
        <w:spacing w:line="245" w:lineRule="auto"/>
        <w:ind w:left="0" w:firstLine="0"/>
        <w:rPr>
          <w:sz w:val="30"/>
        </w:rPr>
      </w:pPr>
    </w:p>
    <w:p w:rsidR="00D94932" w:rsidRDefault="00D94932" w:rsidP="00DE1C89">
      <w:pPr>
        <w:pStyle w:val="BodyText"/>
        <w:spacing w:before="8" w:line="245" w:lineRule="auto"/>
        <w:ind w:left="0" w:firstLine="0"/>
        <w:rPr>
          <w:sz w:val="42"/>
        </w:rPr>
      </w:pPr>
    </w:p>
    <w:p w:rsidR="00D94932" w:rsidRDefault="00D94932" w:rsidP="00DE1C89">
      <w:pPr>
        <w:pStyle w:val="BodyText"/>
        <w:spacing w:before="1" w:line="245" w:lineRule="auto"/>
        <w:ind w:left="101" w:firstLine="0"/>
      </w:pPr>
      <w:r>
        <w:t xml:space="preserve">Sastādīja: </w:t>
      </w:r>
      <w:r>
        <w:tab/>
      </w:r>
      <w:r>
        <w:tab/>
      </w:r>
      <w:r>
        <w:tab/>
      </w:r>
      <w:r>
        <w:tab/>
      </w:r>
      <w:r>
        <w:tab/>
      </w:r>
      <w:r>
        <w:tab/>
        <w:t>A.Grigorjevs</w:t>
      </w:r>
      <w:r>
        <w:tab/>
      </w:r>
      <w:r>
        <w:tab/>
      </w:r>
      <w:r>
        <w:tab/>
      </w:r>
      <w:r>
        <w:tab/>
      </w:r>
    </w:p>
    <w:sectPr w:rsidR="00D94932" w:rsidSect="002F7BFA">
      <w:pgSz w:w="11910" w:h="16840"/>
      <w:pgMar w:top="1060" w:right="740" w:bottom="280" w:left="16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nsid w:val="1EDC2540"/>
    <w:multiLevelType w:val="multilevel"/>
    <w:tmpl w:val="C01C6A3A"/>
    <w:lvl w:ilvl="0">
      <w:start w:val="1"/>
      <w:numFmt w:val="decimal"/>
      <w:lvlText w:val="%1"/>
      <w:lvlJc w:val="left"/>
      <w:pPr>
        <w:ind w:left="101" w:hanging="362"/>
      </w:pPr>
      <w:rPr>
        <w:rFonts w:cs="Times New Roman" w:hint="default"/>
      </w:rPr>
    </w:lvl>
    <w:lvl w:ilvl="1">
      <w:start w:val="2"/>
      <w:numFmt w:val="decimal"/>
      <w:lvlText w:val="%1.%2."/>
      <w:lvlJc w:val="left"/>
      <w:pPr>
        <w:ind w:left="101" w:hanging="362"/>
      </w:pPr>
      <w:rPr>
        <w:rFonts w:cs="Times New Roman" w:hint="default"/>
        <w:b/>
        <w:sz w:val="22"/>
        <w:szCs w:val="22"/>
        <w:u w:val="none"/>
      </w:rPr>
    </w:lvl>
    <w:lvl w:ilvl="2">
      <w:numFmt w:val="bullet"/>
      <w:lvlText w:val=""/>
      <w:lvlJc w:val="left"/>
      <w:pPr>
        <w:ind w:left="821" w:hanging="360"/>
      </w:pPr>
      <w:rPr>
        <w:rFonts w:ascii="Times New Roman" w:eastAsia="Times New Roman" w:hAnsi="Times New Roman" w:hint="default"/>
        <w:w w:val="59"/>
        <w:sz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nsid w:val="55670526"/>
    <w:multiLevelType w:val="multilevel"/>
    <w:tmpl w:val="EA508106"/>
    <w:lvl w:ilvl="0">
      <w:start w:val="1"/>
      <w:numFmt w:val="decimal"/>
      <w:lvlText w:val="%1."/>
      <w:lvlJc w:val="left"/>
      <w:pPr>
        <w:ind w:left="512" w:hanging="228"/>
      </w:pPr>
      <w:rPr>
        <w:rFonts w:cs="Times New Roman"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hint="default"/>
        <w:w w:val="122"/>
        <w:sz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903A44"/>
    <w:multiLevelType w:val="multilevel"/>
    <w:tmpl w:val="AD369968"/>
    <w:lvl w:ilvl="0">
      <w:start w:val="1"/>
      <w:numFmt w:val="decimal"/>
      <w:lvlText w:val="%1"/>
      <w:lvlJc w:val="left"/>
      <w:pPr>
        <w:ind w:left="461" w:hanging="361"/>
      </w:pPr>
      <w:rPr>
        <w:rFonts w:cs="Times New Roman" w:hint="default"/>
      </w:rPr>
    </w:lvl>
    <w:lvl w:ilvl="1">
      <w:start w:val="1"/>
      <w:numFmt w:val="decimal"/>
      <w:lvlText w:val="%1.%2"/>
      <w:lvlJc w:val="left"/>
      <w:pPr>
        <w:ind w:left="461" w:hanging="361"/>
      </w:pPr>
      <w:rPr>
        <w:rFonts w:cs="Times New Roman" w:hint="default"/>
        <w:b/>
        <w:i w:val="0"/>
        <w:spacing w:val="-4"/>
        <w:w w:val="99"/>
        <w:u w:val="none"/>
      </w:rPr>
    </w:lvl>
    <w:lvl w:ilvl="2">
      <w:numFmt w:val="bullet"/>
      <w:lvlText w:val=""/>
      <w:lvlJc w:val="left"/>
      <w:pPr>
        <w:ind w:left="821" w:hanging="360"/>
      </w:pPr>
      <w:rPr>
        <w:rFonts w:ascii="Times New Roman" w:eastAsia="Times New Roman" w:hAnsi="Times New Roman" w:hint="default"/>
        <w:w w:val="59"/>
        <w:sz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nsid w:val="7BFE0794"/>
    <w:multiLevelType w:val="hybridMultilevel"/>
    <w:tmpl w:val="DC368852"/>
    <w:lvl w:ilvl="0" w:tplc="19762A98">
      <w:numFmt w:val="bullet"/>
      <w:lvlText w:val=""/>
      <w:lvlJc w:val="left"/>
      <w:pPr>
        <w:ind w:left="821" w:hanging="360"/>
      </w:pPr>
      <w:rPr>
        <w:rFonts w:ascii="Times New Roman" w:eastAsia="Times New Roman" w:hAnsi="Times New Roman" w:hint="default"/>
        <w:w w:val="59"/>
        <w:sz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79CF"/>
    <w:rsid w:val="000003FE"/>
    <w:rsid w:val="00025285"/>
    <w:rsid w:val="00041408"/>
    <w:rsid w:val="0004246A"/>
    <w:rsid w:val="00067B19"/>
    <w:rsid w:val="000C7752"/>
    <w:rsid w:val="000F1B43"/>
    <w:rsid w:val="0015780F"/>
    <w:rsid w:val="002B3E0F"/>
    <w:rsid w:val="002F7BFA"/>
    <w:rsid w:val="003F3100"/>
    <w:rsid w:val="003F5BF1"/>
    <w:rsid w:val="00416870"/>
    <w:rsid w:val="00452C84"/>
    <w:rsid w:val="00714CBB"/>
    <w:rsid w:val="00772F6D"/>
    <w:rsid w:val="007E5DBF"/>
    <w:rsid w:val="008A416F"/>
    <w:rsid w:val="00A63A6D"/>
    <w:rsid w:val="00B93D1D"/>
    <w:rsid w:val="00BE0FAF"/>
    <w:rsid w:val="00C0460F"/>
    <w:rsid w:val="00C472F3"/>
    <w:rsid w:val="00C879CF"/>
    <w:rsid w:val="00D07553"/>
    <w:rsid w:val="00D94932"/>
    <w:rsid w:val="00DB5072"/>
    <w:rsid w:val="00DE1C89"/>
    <w:rsid w:val="00DE33B0"/>
    <w:rsid w:val="00E30D13"/>
    <w:rsid w:val="00E84696"/>
    <w:rsid w:val="00FC172F"/>
    <w:rsid w:val="00FD55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BFA"/>
    <w:pPr>
      <w:widowControl w:val="0"/>
      <w:autoSpaceDE w:val="0"/>
      <w:autoSpaceDN w:val="0"/>
    </w:pPr>
    <w:rPr>
      <w:rFonts w:ascii="Times New Roman" w:eastAsia="Times New Roman" w:hAnsi="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F7BFA"/>
    <w:pPr>
      <w:ind w:left="821" w:hanging="360"/>
    </w:pPr>
    <w:rPr>
      <w:sz w:val="24"/>
      <w:szCs w:val="24"/>
    </w:rPr>
  </w:style>
  <w:style w:type="character" w:customStyle="1" w:styleId="BodyTextChar">
    <w:name w:val="Body Text Char"/>
    <w:basedOn w:val="DefaultParagraphFont"/>
    <w:link w:val="BodyText"/>
    <w:uiPriority w:val="99"/>
    <w:semiHidden/>
    <w:rsid w:val="00B97FFD"/>
    <w:rPr>
      <w:rFonts w:ascii="Times New Roman" w:eastAsia="Times New Roman" w:hAnsi="Times New Roman"/>
    </w:rPr>
  </w:style>
  <w:style w:type="paragraph" w:styleId="ListParagraph">
    <w:name w:val="List Paragraph"/>
    <w:basedOn w:val="Normal"/>
    <w:uiPriority w:val="99"/>
    <w:qFormat/>
    <w:rsid w:val="002F7BFA"/>
    <w:pPr>
      <w:ind w:left="821" w:hanging="360"/>
    </w:pPr>
  </w:style>
  <w:style w:type="paragraph" w:customStyle="1" w:styleId="TableParagraph">
    <w:name w:val="Table Paragraph"/>
    <w:basedOn w:val="Normal"/>
    <w:uiPriority w:val="99"/>
    <w:rsid w:val="002F7B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3554</Words>
  <Characters>2026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subject/>
  <dc:creator>user</dc:creator>
  <cp:keywords/>
  <dc:description/>
  <cp:lastModifiedBy>user</cp:lastModifiedBy>
  <cp:revision>3</cp:revision>
  <dcterms:created xsi:type="dcterms:W3CDTF">2022-01-29T11:16:00Z</dcterms:created>
  <dcterms:modified xsi:type="dcterms:W3CDTF">2022-01-29T11:17:00Z</dcterms:modified>
</cp:coreProperties>
</file>